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B37DAE" w:rsidTr="00F62A80">
        <w:tc>
          <w:tcPr>
            <w:tcW w:w="9576" w:type="dxa"/>
            <w:shd w:val="clear" w:color="auto" w:fill="auto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041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F62A80">
        <w:tc>
          <w:tcPr>
            <w:tcW w:w="9576" w:type="dxa"/>
            <w:shd w:val="clear" w:color="auto" w:fill="auto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80459B" w:rsidRPr="003321C2" w:rsidTr="00F62A80">
        <w:tc>
          <w:tcPr>
            <w:tcW w:w="9576" w:type="dxa"/>
            <w:shd w:val="clear" w:color="auto" w:fill="auto"/>
          </w:tcPr>
          <w:p w:rsidR="0080459B" w:rsidRPr="00545C96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80459B" w:rsidRPr="003321C2" w:rsidTr="00F62A80">
        <w:tc>
          <w:tcPr>
            <w:tcW w:w="9576" w:type="dxa"/>
            <w:shd w:val="clear" w:color="auto" w:fill="auto"/>
          </w:tcPr>
          <w:p w:rsidR="0080459B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F62A80">
        <w:tc>
          <w:tcPr>
            <w:tcW w:w="9576" w:type="dxa"/>
            <w:shd w:val="clear" w:color="auto" w:fill="auto"/>
          </w:tcPr>
          <w:p w:rsidR="003321C2" w:rsidRPr="00466279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906D8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     </w:t>
            </w:r>
            <w:r w:rsidR="0073034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8</w:t>
            </w:r>
          </w:p>
        </w:tc>
      </w:tr>
      <w:tr w:rsidR="003321C2" w:rsidRPr="00B37DAE" w:rsidTr="00F62A80">
        <w:tc>
          <w:tcPr>
            <w:tcW w:w="9576" w:type="dxa"/>
            <w:shd w:val="clear" w:color="auto" w:fill="auto"/>
          </w:tcPr>
          <w:p w:rsidR="003321C2" w:rsidRPr="00545C96" w:rsidRDefault="003321C2" w:rsidP="0004179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41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 ЕВРОПА</w:t>
            </w:r>
          </w:p>
        </w:tc>
      </w:tr>
      <w:tr w:rsidR="00D0461E" w:rsidRPr="00B37DAE" w:rsidTr="00F62A80">
        <w:tc>
          <w:tcPr>
            <w:tcW w:w="9576" w:type="dxa"/>
            <w:shd w:val="clear" w:color="auto" w:fill="auto"/>
          </w:tcPr>
          <w:p w:rsidR="00D0461E" w:rsidRPr="00545C96" w:rsidRDefault="00D0461E" w:rsidP="0073034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6655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Балканске  државе: Србија,  БиХ</w:t>
            </w:r>
            <w:r w:rsidR="00697C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 Црна  Гора</w:t>
            </w:r>
          </w:p>
        </w:tc>
      </w:tr>
      <w:tr w:rsidR="003321C2" w:rsidRPr="003321C2" w:rsidTr="00F62A80">
        <w:tc>
          <w:tcPr>
            <w:tcW w:w="9576" w:type="dxa"/>
            <w:shd w:val="clear" w:color="auto" w:fill="auto"/>
          </w:tcPr>
          <w:p w:rsidR="003321C2" w:rsidRPr="006D5681" w:rsidRDefault="00D0461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D56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3321C2" w:rsidRPr="00B37DAE" w:rsidTr="00F62A80">
        <w:tc>
          <w:tcPr>
            <w:tcW w:w="9576" w:type="dxa"/>
            <w:shd w:val="clear" w:color="auto" w:fill="auto"/>
          </w:tcPr>
          <w:p w:rsidR="003321C2" w:rsidRPr="00466279" w:rsidRDefault="003321C2" w:rsidP="00697C6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D5681" w:rsidRPr="006D56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провера</w:t>
            </w:r>
            <w:r w:rsidR="00A45210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41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D56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усвојености  и  разумевања градива  о географским одликама</w:t>
            </w:r>
            <w:r w:rsidR="00D660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697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Србије, БиХ  и  Црне  Горе</w:t>
            </w:r>
          </w:p>
        </w:tc>
      </w:tr>
      <w:tr w:rsidR="00A45210" w:rsidRPr="00B37DAE" w:rsidTr="00F62A80">
        <w:tc>
          <w:tcPr>
            <w:tcW w:w="9576" w:type="dxa"/>
            <w:shd w:val="clear" w:color="auto" w:fill="auto"/>
          </w:tcPr>
          <w:p w:rsidR="00A45210" w:rsidRDefault="0004179F" w:rsidP="00A4521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ЗАДАЦИ  ЧАСА:</w:t>
            </w:r>
          </w:p>
          <w:p w:rsidR="00697C6E" w:rsidRDefault="0004179F" w:rsidP="00697C6E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Образовни:</w:t>
            </w:r>
            <w:r w:rsidR="006D568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Утврдити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нова знања о </w:t>
            </w:r>
            <w:r w:rsidR="007906D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географском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одликама   </w:t>
            </w:r>
            <w:r w:rsidR="00697C6E">
              <w:rPr>
                <w:rFonts w:ascii="Times New Roman" w:hAnsi="Times New Roman"/>
                <w:sz w:val="24"/>
                <w:szCs w:val="24"/>
                <w:lang w:val="sr-Cyrl-CS"/>
              </w:rPr>
              <w:t>Србије,  БиХ  и  Црне  Горе</w:t>
            </w:r>
          </w:p>
          <w:p w:rsidR="0004179F" w:rsidRPr="0004179F" w:rsidRDefault="0004179F" w:rsidP="00697C6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Васпитни:</w:t>
            </w:r>
            <w:r w:rsidRPr="0004179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Развијање способности уочавања основних својстава објеката, појава и процеса 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B37DAE" w:rsidTr="00F62A80">
        <w:tc>
          <w:tcPr>
            <w:tcW w:w="9576" w:type="dxa"/>
            <w:shd w:val="clear" w:color="auto" w:fill="auto"/>
          </w:tcPr>
          <w:p w:rsidR="00697C6E" w:rsidRPr="00697C6E" w:rsidRDefault="00D0461E" w:rsidP="00697C6E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  <w:r w:rsidR="00EC77F2" w:rsidRPr="00EC77F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92997" w:rsidRDefault="00697C6E" w:rsidP="00697C6E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697C6E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-објасни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основне географске одлике </w:t>
            </w:r>
            <w:r w:rsidR="00192997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Србије,</w:t>
            </w:r>
          </w:p>
          <w:p w:rsidR="00697C6E" w:rsidRPr="00697C6E" w:rsidRDefault="00192997" w:rsidP="00697C6E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-објасни основне  географске одлике </w:t>
            </w:r>
            <w:r w:rsidR="00697C6E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БиХ и </w:t>
            </w:r>
            <w:r w:rsidR="00697C6E" w:rsidRPr="00697C6E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Црне Горе</w:t>
            </w:r>
          </w:p>
          <w:p w:rsidR="00D0461E" w:rsidRPr="006D5681" w:rsidRDefault="00697C6E" w:rsidP="00697C6E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697C6E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-упореди географске долике БиХ и Црне Горе</w:t>
            </w:r>
          </w:p>
        </w:tc>
      </w:tr>
      <w:tr w:rsidR="00664F16" w:rsidRPr="00B37DAE" w:rsidTr="00F62A80">
        <w:tc>
          <w:tcPr>
            <w:tcW w:w="9576" w:type="dxa"/>
            <w:shd w:val="clear" w:color="auto" w:fill="auto"/>
          </w:tcPr>
          <w:p w:rsidR="00670648" w:rsidRPr="00466279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67064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EC77F2" w:rsidRDefault="00EC77F2" w:rsidP="00EC77F2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ГЕ </w:t>
            </w:r>
            <w:r w:rsidRPr="00EC77F2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1.1.3. </w:t>
            </w:r>
            <w:r w:rsidRPr="00EC77F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Препознаје и чита географске и допунске елементе карте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-</w:t>
            </w:r>
            <w:r w:rsidRPr="00EC77F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чита називе мора, залива, полуострва, архипелага, острва</w:t>
            </w:r>
            <w:r w:rsid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као </w:t>
            </w:r>
            <w:r w:rsidRPr="00EC77F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и </w:t>
            </w:r>
            <w:r w:rsidR="0094301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планина,  низија  </w:t>
            </w:r>
            <w:r w:rsid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45123D" w:rsidRPr="00EC77F2" w:rsidRDefault="0045123D" w:rsidP="00EC77F2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ГЕ1.4.2. Препозн</w:t>
            </w:r>
            <w:r w:rsidR="006C108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аје основне природногеографске</w:t>
            </w:r>
            <w:r w:rsidR="00D6605E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одлике </w:t>
            </w:r>
            <w:r w:rsidR="00697C6E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Србије,  БиХ и  Црне  Горе</w:t>
            </w:r>
          </w:p>
          <w:p w:rsidR="00670648" w:rsidRPr="00466279" w:rsidRDefault="00670648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  <w:r w:rsidR="004C7CD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45123D" w:rsidRPr="0045123D" w:rsidRDefault="0045123D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ГЕ2.1.2. Одређује положај места и тача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ка на географској карти – </w:t>
            </w: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мора, залива, полуострва, архипелага, острва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као  </w:t>
            </w: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облика  рељефа </w:t>
            </w:r>
          </w:p>
          <w:p w:rsidR="0045123D" w:rsidRDefault="0045123D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ГЕ2.1.3. Препознаје и објашњава географске чињенице представљене моделом, сликом, графиком, табелом и схемом</w:t>
            </w:r>
          </w:p>
          <w:p w:rsidR="0045123D" w:rsidRPr="0045123D" w:rsidRDefault="0045123D" w:rsidP="0045123D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ГЕ2.4.2. Описује прир</w:t>
            </w:r>
            <w:r w:rsidR="006C108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одногеографске</w:t>
            </w:r>
            <w:r w:rsidR="00D6605E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одлике </w:t>
            </w:r>
            <w:r w:rsidR="00697C6E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697C6E" w:rsidRPr="00697C6E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Србије,  БиХ и  Црне  Горе</w:t>
            </w:r>
          </w:p>
          <w:p w:rsidR="00670648" w:rsidRDefault="00670648" w:rsidP="0067064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697C6E" w:rsidRDefault="0045123D" w:rsidP="00697C6E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ГЕ3.1.1. Анализира географску кар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ту и доноси закључке </w:t>
            </w:r>
            <w:r w:rsidR="00697C6E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географском  полжају  Србије,  Бих  и Црне  Горе</w:t>
            </w:r>
          </w:p>
          <w:p w:rsidR="00664F16" w:rsidRPr="006C1089" w:rsidRDefault="0045123D" w:rsidP="00697C6E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ГЕ3.4.3. Објашњава </w:t>
            </w:r>
            <w:r w:rsidR="00697C6E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географске везе и законитости  на  простору  Србије,  БиХ  и  Црне  Горе.</w:t>
            </w:r>
          </w:p>
        </w:tc>
      </w:tr>
      <w:tr w:rsidR="00545C96" w:rsidRPr="00545C96" w:rsidTr="00F62A80">
        <w:tc>
          <w:tcPr>
            <w:tcW w:w="9576" w:type="dxa"/>
            <w:shd w:val="clear" w:color="auto" w:fill="auto"/>
          </w:tcPr>
          <w:p w:rsidR="00545C96" w:rsidRPr="00545C96" w:rsidRDefault="00545C96" w:rsidP="00197BE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  <w:r w:rsidR="00697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</w:t>
            </w:r>
            <w:r w:rsidR="006F29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илустративно-демонстрациона,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монолошка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545C96" w:rsidRPr="00545C96" w:rsidRDefault="00545C96" w:rsidP="00486C3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486C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  географије,  Географски  атлас-издање  Завод  за  уџбенике, Београд, Вежбанка  за  географију 7.  разред (неме карте), издање  Завод  за  уџбенике,Београд</w:t>
            </w:r>
            <w:r w:rsidR="006C10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9307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C10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карта  Европе,  илустрације</w:t>
            </w:r>
          </w:p>
        </w:tc>
      </w:tr>
      <w:tr w:rsidR="000D1454" w:rsidRPr="00B37DAE" w:rsidTr="00F62A80">
        <w:tc>
          <w:tcPr>
            <w:tcW w:w="9576" w:type="dxa"/>
            <w:shd w:val="clear" w:color="auto" w:fill="auto"/>
          </w:tcPr>
          <w:p w:rsidR="000D1454" w:rsidRPr="000D1454" w:rsidRDefault="000D145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="006C1089" w:rsidRPr="006C10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српски  језик</w:t>
            </w:r>
            <w:r w:rsidR="006C10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="00943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</w:t>
            </w:r>
          </w:p>
        </w:tc>
      </w:tr>
      <w:tr w:rsidR="00545C96" w:rsidRPr="003321C2" w:rsidTr="00F62A80">
        <w:tc>
          <w:tcPr>
            <w:tcW w:w="9576" w:type="dxa"/>
            <w:shd w:val="clear" w:color="auto" w:fill="auto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</w:t>
            </w:r>
            <w:r w:rsidR="00D930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</w:t>
            </w:r>
            <w:bookmarkStart w:id="0" w:name="_GoBack"/>
            <w:bookmarkEnd w:id="0"/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ТОК ЧАСА: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Уводни </w:t>
            </w:r>
            <w:r w:rsidR="006C108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део часа:</w:t>
            </w:r>
          </w:p>
        </w:tc>
      </w:tr>
      <w:tr w:rsidR="0096516D" w:rsidRPr="00B37DAE" w:rsidTr="00F62A80">
        <w:tc>
          <w:tcPr>
            <w:tcW w:w="9576" w:type="dxa"/>
            <w:shd w:val="clear" w:color="auto" w:fill="auto"/>
          </w:tcPr>
          <w:p w:rsidR="0096516D" w:rsidRPr="00545C96" w:rsidRDefault="002E1B7E" w:rsidP="006D568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-Упознајемо ученике  са  садржајем  часа  и  </w:t>
            </w:r>
            <w:r w:rsidR="00D930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захтевамо да  припреме своје географске  атласе.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545C96" w:rsidRPr="00545C96" w:rsidRDefault="006C108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часа:</w:t>
            </w:r>
          </w:p>
        </w:tc>
      </w:tr>
      <w:tr w:rsidR="001C6C13" w:rsidRPr="00B37DAE" w:rsidTr="00F62A80">
        <w:tc>
          <w:tcPr>
            <w:tcW w:w="9576" w:type="dxa"/>
            <w:shd w:val="clear" w:color="auto" w:fill="auto"/>
          </w:tcPr>
          <w:p w:rsidR="00B85A26" w:rsidRDefault="00F62A80" w:rsidP="002E1B7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D930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Постављамо  питања:</w:t>
            </w:r>
          </w:p>
          <w:p w:rsidR="007B4271" w:rsidRDefault="00962C5B" w:rsidP="00886DE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886D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Наведи  </w:t>
            </w:r>
            <w:r w:rsidR="007B42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континенталне  државе  Балканског  полуострва.</w:t>
            </w:r>
          </w:p>
          <w:p w:rsidR="00D93068" w:rsidRDefault="007B4271" w:rsidP="00886DE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 којим се  државама бивше  СФРЈ  Србија  граничи?</w:t>
            </w:r>
            <w:r w:rsidR="00886DEA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7B4271" w:rsidRDefault="007B4271" w:rsidP="00886DE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-Одреди место  Србије  међу  државама света  по  површини  и  броју становника.</w:t>
            </w:r>
          </w:p>
          <w:p w:rsidR="007B4271" w:rsidRDefault="00482967" w:rsidP="00886DE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-Ако  је  у  Лондону </w:t>
            </w:r>
            <w:r w:rsidR="007B42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подне,  колико је  сати  у  Београду?</w:t>
            </w:r>
          </w:p>
          <w:p w:rsidR="007B4271" w:rsidRDefault="007B4271" w:rsidP="00886DE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-Наведи  две  планине  у  Панонској  низији.</w:t>
            </w:r>
          </w:p>
          <w:p w:rsidR="007B4271" w:rsidRDefault="007B4271" w:rsidP="00886DE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-Који су  типови </w:t>
            </w:r>
            <w:r w:rsidR="004829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климе  у  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рбији?</w:t>
            </w:r>
          </w:p>
          <w:p w:rsidR="007B4271" w:rsidRDefault="00482967" w:rsidP="00886DE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-Уз  помоћ  географске  карте  С</w:t>
            </w:r>
            <w:r w:rsidR="007B42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  одреди  којим  морским  сливовима  припадује  реке:  Тимок,  Ибар,  Бели  Дрим.</w:t>
            </w:r>
          </w:p>
          <w:p w:rsidR="007B4271" w:rsidRDefault="007B4271" w:rsidP="00886DE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-Дуж које  смо  реке  ишли  ако  смо  прошли  кроз  Јагодину,Ћуприју  и  Параћин?</w:t>
            </w:r>
          </w:p>
          <w:p w:rsidR="007B4271" w:rsidRDefault="007B4271" w:rsidP="00886DE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-Који  су  показатељи  старења  становништва  Србије?</w:t>
            </w:r>
          </w:p>
          <w:p w:rsidR="007B4271" w:rsidRDefault="007B4271" w:rsidP="00886DE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-Наведи  најважније  пољопривредне  производе  Србије.</w:t>
            </w:r>
          </w:p>
          <w:p w:rsidR="007B4271" w:rsidRDefault="007B4271" w:rsidP="00886DE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-Који </w:t>
            </w:r>
            <w:r w:rsidR="004829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ентитети  чине  БиХ?</w:t>
            </w:r>
          </w:p>
          <w:p w:rsidR="007B4271" w:rsidRDefault="007B4271" w:rsidP="00886DE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-Који народи  чине  становништво  БиХ</w:t>
            </w:r>
          </w:p>
          <w:p w:rsidR="007B4271" w:rsidRDefault="007B4271" w:rsidP="00886DE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-На  који  начин  се  остварују  специјалне  везе Републике  Српске  и  Републике  Србије?</w:t>
            </w:r>
          </w:p>
          <w:p w:rsidR="007B4271" w:rsidRDefault="007B4271" w:rsidP="00886DE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-Каква  је    држава  Црна  Гора  по  свом географском положају?</w:t>
            </w:r>
          </w:p>
          <w:p w:rsidR="007B4271" w:rsidRDefault="007B4271" w:rsidP="00886DE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-Уз  помоћ  географске </w:t>
            </w:r>
            <w:r w:rsidR="004829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карте  одговори  шта је  Б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  Которска  и  где  се  налази.</w:t>
            </w:r>
          </w:p>
          <w:p w:rsidR="007B4271" w:rsidRDefault="007B4271" w:rsidP="00886DE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-Уз  помоћ  географске  карте  одговори  које  је  највеће језеро  Црне  Горе  и  са којом  државом га  дели.</w:t>
            </w:r>
          </w:p>
          <w:p w:rsidR="007B4271" w:rsidRDefault="007B4271" w:rsidP="00886DE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4829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Зашто је  у  Северној  Црној  Гори  развијен  планински туризам?</w:t>
            </w:r>
          </w:p>
          <w:p w:rsidR="007B4271" w:rsidRPr="00545C96" w:rsidRDefault="007B4271" w:rsidP="00886DE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9307D5" w:rsidRPr="00545C96" w:rsidRDefault="006C1089" w:rsidP="002E1B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Завршни део часа:</w:t>
            </w:r>
            <w:r w:rsidR="002E1B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62C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Похваљујемо  најактивније  ученике  и  дајемо  одговарајаће  оцене за  актиност.</w:t>
            </w:r>
          </w:p>
        </w:tc>
      </w:tr>
      <w:tr w:rsidR="00E4334D" w:rsidRPr="003321C2" w:rsidTr="009307D5">
        <w:tc>
          <w:tcPr>
            <w:tcW w:w="9576" w:type="dxa"/>
            <w:shd w:val="clear" w:color="auto" w:fill="auto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7906D8">
      <w:pgSz w:w="12240" w:h="15840"/>
      <w:pgMar w:top="709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4179F"/>
    <w:rsid w:val="000D1454"/>
    <w:rsid w:val="00177289"/>
    <w:rsid w:val="00192997"/>
    <w:rsid w:val="001C45B5"/>
    <w:rsid w:val="001C6C13"/>
    <w:rsid w:val="001D57CA"/>
    <w:rsid w:val="002365E8"/>
    <w:rsid w:val="002E1B7E"/>
    <w:rsid w:val="003321C2"/>
    <w:rsid w:val="00391413"/>
    <w:rsid w:val="003A7B13"/>
    <w:rsid w:val="003F1D6D"/>
    <w:rsid w:val="0045123D"/>
    <w:rsid w:val="00466279"/>
    <w:rsid w:val="00482967"/>
    <w:rsid w:val="00486C32"/>
    <w:rsid w:val="004C7CD5"/>
    <w:rsid w:val="00545C96"/>
    <w:rsid w:val="005F784B"/>
    <w:rsid w:val="00605D58"/>
    <w:rsid w:val="00606767"/>
    <w:rsid w:val="00664F16"/>
    <w:rsid w:val="0066655D"/>
    <w:rsid w:val="00670648"/>
    <w:rsid w:val="00697C6E"/>
    <w:rsid w:val="006C1089"/>
    <w:rsid w:val="006D5681"/>
    <w:rsid w:val="006F2937"/>
    <w:rsid w:val="00730348"/>
    <w:rsid w:val="007906D8"/>
    <w:rsid w:val="007B4271"/>
    <w:rsid w:val="007E6623"/>
    <w:rsid w:val="0080459B"/>
    <w:rsid w:val="00854D2A"/>
    <w:rsid w:val="00886DEA"/>
    <w:rsid w:val="008F0F0B"/>
    <w:rsid w:val="009307D5"/>
    <w:rsid w:val="00942ED0"/>
    <w:rsid w:val="0094301B"/>
    <w:rsid w:val="00962C5B"/>
    <w:rsid w:val="0096516D"/>
    <w:rsid w:val="00A17F87"/>
    <w:rsid w:val="00A321DB"/>
    <w:rsid w:val="00A45210"/>
    <w:rsid w:val="00A47E59"/>
    <w:rsid w:val="00AB78A4"/>
    <w:rsid w:val="00B37DAE"/>
    <w:rsid w:val="00B80B22"/>
    <w:rsid w:val="00B85A26"/>
    <w:rsid w:val="00BA107D"/>
    <w:rsid w:val="00BF20E4"/>
    <w:rsid w:val="00C379D6"/>
    <w:rsid w:val="00C70D9C"/>
    <w:rsid w:val="00C81044"/>
    <w:rsid w:val="00CC0911"/>
    <w:rsid w:val="00D0461E"/>
    <w:rsid w:val="00D6605E"/>
    <w:rsid w:val="00D93068"/>
    <w:rsid w:val="00DE65D7"/>
    <w:rsid w:val="00E4334D"/>
    <w:rsid w:val="00EA38C7"/>
    <w:rsid w:val="00EC77F2"/>
    <w:rsid w:val="00F05659"/>
    <w:rsid w:val="00F137B9"/>
    <w:rsid w:val="00F57D30"/>
    <w:rsid w:val="00F62A80"/>
    <w:rsid w:val="00F97155"/>
    <w:rsid w:val="00FB5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styleId="NoSpacing">
    <w:name w:val="No Spacing"/>
    <w:uiPriority w:val="1"/>
    <w:qFormat/>
    <w:rsid w:val="00EC77F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0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4D10D-A885-4A16-AA8A-01F5BB7E8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3</TotalTime>
  <Pages>2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5</cp:revision>
  <dcterms:created xsi:type="dcterms:W3CDTF">2020-06-30T09:53:00Z</dcterms:created>
  <dcterms:modified xsi:type="dcterms:W3CDTF">2020-07-03T08:55:00Z</dcterms:modified>
</cp:coreProperties>
</file>